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65F0F">
        <w:rPr>
          <w:rFonts w:ascii="Arial" w:hAnsi="Arial" w:cs="Arial"/>
          <w:b/>
          <w:caps/>
          <w:sz w:val="28"/>
          <w:szCs w:val="28"/>
        </w:rPr>
        <w:t>52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65F0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65F0F">
              <w:rPr>
                <w:rFonts w:ascii="Arial" w:hAnsi="Arial" w:cs="Arial"/>
                <w:sz w:val="20"/>
                <w:szCs w:val="20"/>
              </w:rPr>
              <w:t>À EDP, solicitando a poda de duas árvores existentes defronte do nº 764 da Avenida Pedra Santa, no Parque Santo Antonio,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165F0F" w:rsidRPr="00165F0F">
        <w:rPr>
          <w:rFonts w:ascii="Arial" w:hAnsi="Arial" w:cs="Arial"/>
        </w:rPr>
        <w:t>à EDP solicitando a poda de duas árvores existentes defronte do nº 764 da Avenida Pedra Santa, no Parque Santo Antonio, neste Município.</w:t>
      </w:r>
    </w:p>
    <w:p w:rsidR="00165F0F" w:rsidRPr="00165F0F" w:rsidRDefault="00165F0F" w:rsidP="00165F0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65F0F">
        <w:rPr>
          <w:rFonts w:ascii="Arial" w:hAnsi="Arial" w:cs="Arial"/>
        </w:rPr>
        <w:t xml:space="preserve">A poda </w:t>
      </w:r>
      <w:r w:rsidR="00DD1F97">
        <w:rPr>
          <w:rFonts w:ascii="Arial" w:hAnsi="Arial" w:cs="Arial"/>
        </w:rPr>
        <w:t>se faz</w:t>
      </w:r>
      <w:r w:rsidRPr="00165F0F">
        <w:rPr>
          <w:rFonts w:ascii="Arial" w:hAnsi="Arial" w:cs="Arial"/>
        </w:rPr>
        <w:t xml:space="preserve"> necessária porque os galhos estão entrelaçados aos fios de alta tensão da rede de energia elétrica</w:t>
      </w:r>
      <w:r>
        <w:rPr>
          <w:rFonts w:ascii="Arial" w:hAnsi="Arial" w:cs="Arial"/>
        </w:rPr>
        <w:t xml:space="preserve"> e as folhas estão bloqueando a</w:t>
      </w:r>
      <w:r w:rsidRPr="00165F0F">
        <w:rPr>
          <w:rFonts w:ascii="Arial" w:hAnsi="Arial" w:cs="Arial"/>
        </w:rPr>
        <w:t xml:space="preserve"> iluminação pública, situação </w:t>
      </w:r>
      <w:r w:rsidR="00584634">
        <w:rPr>
          <w:rFonts w:ascii="Arial" w:hAnsi="Arial" w:cs="Arial"/>
        </w:rPr>
        <w:t xml:space="preserve">que </w:t>
      </w:r>
      <w:bookmarkStart w:id="0" w:name="_GoBack"/>
      <w:bookmarkEnd w:id="0"/>
      <w:r w:rsidRPr="00165F0F">
        <w:rPr>
          <w:rFonts w:ascii="Arial" w:hAnsi="Arial" w:cs="Arial"/>
        </w:rPr>
        <w:t>tem deixado as pessoas preocupadas em relação à segurança.</w:t>
      </w:r>
    </w:p>
    <w:p w:rsidR="00165F0F" w:rsidRDefault="00165F0F" w:rsidP="00570D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165F0F">
        <w:rPr>
          <w:rFonts w:ascii="Arial" w:hAnsi="Arial" w:cs="Arial"/>
        </w:rPr>
        <w:t>dessa concessionária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165F0F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65F0F">
        <w:rPr>
          <w:rFonts w:ascii="Arial" w:hAnsi="Arial" w:cs="Arial"/>
        </w:rPr>
        <w:t>28 de março de 2018.</w:t>
      </w:r>
    </w:p>
    <w:p w:rsidR="00165F0F" w:rsidRDefault="00165F0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65F0F" w:rsidRDefault="00165F0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65F0F" w:rsidRDefault="00165F0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65F0F" w:rsidRPr="00A34F2C" w:rsidRDefault="00165F0F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165F0F" w:rsidRDefault="00165F0F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165F0F" w:rsidRPr="00A34F2C" w:rsidRDefault="00165F0F" w:rsidP="00A34F2C">
      <w:pPr>
        <w:jc w:val="center"/>
        <w:rPr>
          <w:rFonts w:ascii="Arial" w:hAnsi="Arial" w:cs="Arial"/>
        </w:rPr>
      </w:pPr>
    </w:p>
    <w:sectPr w:rsidR="00165F0F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90D" w:rsidRDefault="00E7490D">
      <w:r>
        <w:separator/>
      </w:r>
    </w:p>
  </w:endnote>
  <w:endnote w:type="continuationSeparator" w:id="0">
    <w:p w:rsidR="00E7490D" w:rsidRDefault="00E74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90D" w:rsidRDefault="00E7490D">
      <w:r>
        <w:separator/>
      </w:r>
    </w:p>
  </w:footnote>
  <w:footnote w:type="continuationSeparator" w:id="0">
    <w:p w:rsidR="00E7490D" w:rsidRDefault="00E749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65F0F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2722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4634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B0821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D1F97"/>
    <w:rsid w:val="00DE50DD"/>
    <w:rsid w:val="00E0249F"/>
    <w:rsid w:val="00E07978"/>
    <w:rsid w:val="00E11F92"/>
    <w:rsid w:val="00E14F37"/>
    <w:rsid w:val="00E3022D"/>
    <w:rsid w:val="00E66CFD"/>
    <w:rsid w:val="00E721EC"/>
    <w:rsid w:val="00E7490D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8DE49-4D4B-49A4-8FDF-E0D8C70F0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157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2018-03-27T12:41:00Z</dcterms:created>
  <dcterms:modified xsi:type="dcterms:W3CDTF">2018-03-27T12:41:00Z</dcterms:modified>
</cp:coreProperties>
</file>